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34EBC7D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7DBEBE6C" w:rsidR="00F1480E" w:rsidRPr="005404CB" w:rsidRDefault="00A8115B" w:rsidP="00107BA7">
            <w:pPr>
              <w:pStyle w:val="SIText"/>
            </w:pPr>
            <w:r w:rsidRPr="00A8115B">
              <w:t xml:space="preserve">This version released with AMP Australian Meat Processing Training Package Version </w:t>
            </w:r>
            <w:r w:rsidR="00245439">
              <w:t>8</w:t>
            </w:r>
            <w:r w:rsidRPr="00A8115B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1722ADCD" w:rsidR="00F1480E" w:rsidRPr="0094143A" w:rsidRDefault="00245439" w:rsidP="005404CB">
            <w:pPr>
              <w:pStyle w:val="SIUNITCODE"/>
              <w:rPr>
                <w:rStyle w:val="SITemporaryText-green"/>
              </w:rPr>
            </w:pPr>
            <w:r w:rsidRPr="0094143A">
              <w:rPr>
                <w:rStyle w:val="SITemporaryText-green"/>
              </w:rPr>
              <w:t>AMPQUA4X</w:t>
            </w:r>
            <w:r w:rsidR="00BC5A18" w:rsidRPr="0094143A">
              <w:rPr>
                <w:rStyle w:val="SITemporaryText-green"/>
              </w:rPr>
              <w:t>22</w:t>
            </w:r>
          </w:p>
        </w:tc>
        <w:tc>
          <w:tcPr>
            <w:tcW w:w="3604" w:type="pct"/>
            <w:shd w:val="clear" w:color="auto" w:fill="auto"/>
          </w:tcPr>
          <w:p w14:paraId="0B6AAD6B" w14:textId="4E6596F4" w:rsidR="00F1480E" w:rsidRPr="005404CB" w:rsidRDefault="008E17DB" w:rsidP="005404CB">
            <w:pPr>
              <w:pStyle w:val="SIUnittitle"/>
            </w:pPr>
            <w:r w:rsidRPr="008E17DB">
              <w:t>Specify pork product using AUS-MEAT language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5AAB1D" w14:textId="38C23009" w:rsidR="00AD1A86" w:rsidRDefault="00AD1A86" w:rsidP="00AD1A86">
            <w:pPr>
              <w:pStyle w:val="SIText"/>
            </w:pPr>
            <w:r w:rsidRPr="00AD1A86">
              <w:t>This unit describes the skills and knowledge required to use AUS-MEAT language in defining pork product specifications. Satisfactory completion of assessment conducted by AUS-MEAT is required before an individual can gain AUS-MEAT accreditation for Pork Boning Room Standards Officers. People who have satisfactorily completed AUS-MEAT Accreditation for Pork Boning Room Standards Officers will have satisfied the requirements for this unit of competency.</w:t>
            </w:r>
          </w:p>
          <w:p w14:paraId="0CB9AA9B" w14:textId="77777777" w:rsidR="000F2724" w:rsidRPr="00AD1A86" w:rsidRDefault="000F2724" w:rsidP="00AD1A86">
            <w:pPr>
              <w:pStyle w:val="SIText"/>
            </w:pPr>
          </w:p>
          <w:p w14:paraId="447A9E71" w14:textId="453BB3E3" w:rsidR="00AD1A86" w:rsidRPr="00AD1A86" w:rsidRDefault="00AD1A86" w:rsidP="00AD1A86">
            <w:pPr>
              <w:pStyle w:val="SIText"/>
            </w:pPr>
            <w:r w:rsidRPr="00AD1A86">
              <w:t>This unit prepares the workers to work with pig</w:t>
            </w:r>
            <w:r w:rsidR="00245439">
              <w:t xml:space="preserve"> </w:t>
            </w:r>
            <w:r w:rsidRPr="00AD1A86">
              <w:t>meat cuts, specifications and cutting lines.</w:t>
            </w:r>
            <w:r w:rsidR="00245439">
              <w:t xml:space="preserve"> </w:t>
            </w:r>
            <w:r w:rsidRPr="00AD1A86">
              <w:t>Individuals will be directly involved in demonstration and explanation of:</w:t>
            </w:r>
          </w:p>
          <w:p w14:paraId="2F1D3EC7" w14:textId="77777777" w:rsidR="00AD1A86" w:rsidRPr="00AD1A86" w:rsidRDefault="00AD1A86" w:rsidP="000F2724">
            <w:pPr>
              <w:pStyle w:val="SIBulletList1"/>
            </w:pPr>
            <w:r w:rsidRPr="00AD1A86">
              <w:t>achieving maximum yields and returns</w:t>
            </w:r>
          </w:p>
          <w:p w14:paraId="0FFE1716" w14:textId="77777777" w:rsidR="00AD1A86" w:rsidRPr="00AD1A86" w:rsidRDefault="00AD1A86" w:rsidP="000F2724">
            <w:pPr>
              <w:pStyle w:val="SIBulletList1"/>
            </w:pPr>
            <w:r w:rsidRPr="00AD1A86">
              <w:t>basic anatomy</w:t>
            </w:r>
          </w:p>
          <w:p w14:paraId="21C862B6" w14:textId="77777777" w:rsidR="00AD1A86" w:rsidRPr="00AD1A86" w:rsidRDefault="00AD1A86" w:rsidP="000F2724">
            <w:pPr>
              <w:pStyle w:val="SIBulletList1"/>
            </w:pPr>
            <w:r w:rsidRPr="00AD1A86">
              <w:t>cutting lines</w:t>
            </w:r>
          </w:p>
          <w:p w14:paraId="1F7FB10B" w14:textId="77777777" w:rsidR="00AD1A86" w:rsidRPr="00AD1A86" w:rsidRDefault="00AD1A86" w:rsidP="000F2724">
            <w:pPr>
              <w:pStyle w:val="SIBulletList1"/>
            </w:pPr>
            <w:r w:rsidRPr="00AD1A86">
              <w:t>detecting and recording defects</w:t>
            </w:r>
          </w:p>
          <w:p w14:paraId="00B7AD12" w14:textId="77777777" w:rsidR="00AD1A86" w:rsidRPr="00AD1A86" w:rsidRDefault="00AD1A86" w:rsidP="000F2724">
            <w:pPr>
              <w:pStyle w:val="SIBulletList1"/>
            </w:pPr>
            <w:r w:rsidRPr="00AD1A86">
              <w:t>product description</w:t>
            </w:r>
          </w:p>
          <w:p w14:paraId="21773640" w14:textId="1C67F0C3" w:rsidR="00AD1A86" w:rsidRPr="00AD1A86" w:rsidRDefault="00AD1A86" w:rsidP="000F2724">
            <w:pPr>
              <w:pStyle w:val="SIBulletList1"/>
            </w:pPr>
            <w:r w:rsidRPr="00AD1A86">
              <w:t>specifications and verification</w:t>
            </w:r>
            <w:r w:rsidR="0094143A">
              <w:t>.</w:t>
            </w:r>
          </w:p>
          <w:p w14:paraId="02B83CF9" w14:textId="77777777" w:rsidR="00245439" w:rsidRDefault="00245439" w:rsidP="00AD1A86">
            <w:pPr>
              <w:pStyle w:val="SIText"/>
            </w:pPr>
          </w:p>
          <w:p w14:paraId="7CE44712" w14:textId="77777777" w:rsidR="00245439" w:rsidRPr="00245439" w:rsidRDefault="00245439" w:rsidP="00245439">
            <w:pPr>
              <w:pStyle w:val="SIText"/>
            </w:pPr>
            <w:r w:rsidRPr="00245439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5C878B3A" w14:textId="77777777" w:rsidR="00245439" w:rsidRPr="00245439" w:rsidRDefault="00245439" w:rsidP="00245439">
            <w:pPr>
              <w:pStyle w:val="SIText"/>
            </w:pPr>
          </w:p>
          <w:p w14:paraId="077C0FC6" w14:textId="4AC2ADD6" w:rsidR="00373436" w:rsidRPr="000754EC" w:rsidRDefault="00245439" w:rsidP="00AD1A86">
            <w:pPr>
              <w:pStyle w:val="SIText"/>
            </w:pPr>
            <w:r w:rsidRPr="00245439">
              <w:t>No licensing, legislative or certification requirements apply to this unit at the time of publication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6C08AD5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2C17779" w:rsidR="00F1480E" w:rsidRPr="0094143A" w:rsidRDefault="00245439" w:rsidP="00245439">
            <w:pPr>
              <w:pStyle w:val="SIText"/>
              <w:rPr>
                <w:rStyle w:val="SITemporaryText-green"/>
              </w:rPr>
            </w:pPr>
            <w:r w:rsidRPr="00F66BFE">
              <w:rPr>
                <w:rStyle w:val="SITemporaryText-green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E0600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1D45029D" w:rsidR="009E0600" w:rsidRPr="009E0600" w:rsidRDefault="009E0600" w:rsidP="009E0600">
            <w:pPr>
              <w:pStyle w:val="SIText"/>
            </w:pPr>
            <w:r w:rsidRPr="009E0600">
              <w:t>1. Identify anatomical features of a pork carcase</w:t>
            </w:r>
          </w:p>
        </w:tc>
        <w:tc>
          <w:tcPr>
            <w:tcW w:w="3604" w:type="pct"/>
            <w:shd w:val="clear" w:color="auto" w:fill="auto"/>
          </w:tcPr>
          <w:p w14:paraId="7B81F0FC" w14:textId="77777777" w:rsidR="009E0600" w:rsidRPr="009E0600" w:rsidRDefault="009E0600" w:rsidP="009E0600">
            <w:pPr>
              <w:pStyle w:val="SIText"/>
            </w:pPr>
            <w:r w:rsidRPr="009E0600">
              <w:t>1.1 Describe directions on a carcase using anatomical direction format</w:t>
            </w:r>
          </w:p>
          <w:p w14:paraId="4306FD57" w14:textId="77777777" w:rsidR="009E0600" w:rsidRPr="009E0600" w:rsidRDefault="009E0600" w:rsidP="009E0600">
            <w:pPr>
              <w:pStyle w:val="SIText"/>
            </w:pPr>
            <w:r w:rsidRPr="009E0600">
              <w:t>1.2 Locate and identify bones relevant to meat specifications in a pork skeleton</w:t>
            </w:r>
          </w:p>
          <w:p w14:paraId="7E31CDF1" w14:textId="77777777" w:rsidR="009E0600" w:rsidRPr="009E0600" w:rsidRDefault="009E0600" w:rsidP="009E0600">
            <w:pPr>
              <w:pStyle w:val="SIText"/>
            </w:pPr>
            <w:r w:rsidRPr="009E0600">
              <w:t>1.3 Identify major muscles relevant to meat specifications</w:t>
            </w:r>
          </w:p>
          <w:p w14:paraId="0ACD8386" w14:textId="57B68080" w:rsidR="009E0600" w:rsidRPr="009E0600" w:rsidRDefault="009E0600" w:rsidP="009E0600">
            <w:pPr>
              <w:pStyle w:val="SIText"/>
            </w:pPr>
            <w:r w:rsidRPr="009E0600">
              <w:t>1.4 Identify major glands and cartilage relevant to meat specifications</w:t>
            </w:r>
          </w:p>
        </w:tc>
      </w:tr>
      <w:tr w:rsidR="009E0600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50D14D9F" w:rsidR="009E0600" w:rsidRPr="009E0600" w:rsidRDefault="009E0600" w:rsidP="009E0600">
            <w:pPr>
              <w:pStyle w:val="SIText"/>
            </w:pPr>
            <w:r w:rsidRPr="009E0600">
              <w:t>2. Identify and name meat products using the standard product description</w:t>
            </w:r>
          </w:p>
        </w:tc>
        <w:tc>
          <w:tcPr>
            <w:tcW w:w="3604" w:type="pct"/>
            <w:shd w:val="clear" w:color="auto" w:fill="auto"/>
          </w:tcPr>
          <w:p w14:paraId="59ABCD14" w14:textId="77777777" w:rsidR="009E0600" w:rsidRPr="009E0600" w:rsidRDefault="009E0600" w:rsidP="009E0600">
            <w:pPr>
              <w:pStyle w:val="SIText"/>
            </w:pPr>
            <w:r w:rsidRPr="009E0600">
              <w:t>2.1 Identify nature and format of product specifications</w:t>
            </w:r>
          </w:p>
          <w:p w14:paraId="2EE75135" w14:textId="77777777" w:rsidR="009E0600" w:rsidRPr="009E0600" w:rsidRDefault="009E0600" w:rsidP="009E0600">
            <w:pPr>
              <w:pStyle w:val="SIText"/>
            </w:pPr>
            <w:r w:rsidRPr="009E0600">
              <w:t>2.2 Use, and correctly spell, standardised cut descriptions for naming meat products</w:t>
            </w:r>
          </w:p>
          <w:p w14:paraId="7B232907" w14:textId="77777777" w:rsidR="009E0600" w:rsidRPr="009E0600" w:rsidRDefault="009E0600" w:rsidP="009E0600">
            <w:pPr>
              <w:pStyle w:val="SIText"/>
            </w:pPr>
            <w:r w:rsidRPr="009E0600">
              <w:t>2.3 Identify the major muscles that make up each meat cut</w:t>
            </w:r>
          </w:p>
          <w:p w14:paraId="0EE9FC63" w14:textId="77777777" w:rsidR="009E0600" w:rsidRPr="009E0600" w:rsidRDefault="009E0600" w:rsidP="009E0600">
            <w:pPr>
              <w:pStyle w:val="SIText"/>
            </w:pPr>
            <w:r w:rsidRPr="009E0600">
              <w:t>2.4 Identify correct cutting lines for each product and use the correct anatomical terms to describe them</w:t>
            </w:r>
          </w:p>
          <w:p w14:paraId="2F41F575" w14:textId="41842BC5" w:rsidR="009E0600" w:rsidRPr="009E0600" w:rsidRDefault="009E0600" w:rsidP="009E0600">
            <w:pPr>
              <w:pStyle w:val="SIText"/>
            </w:pPr>
            <w:r w:rsidRPr="009E0600">
              <w:t>2.5 Identify necessary alterations for any given meat product to comply with the enterprise product specifications</w:t>
            </w:r>
          </w:p>
        </w:tc>
      </w:tr>
      <w:tr w:rsidR="009E0600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5CA41303" w:rsidR="009E0600" w:rsidRPr="009E0600" w:rsidRDefault="009E0600" w:rsidP="009E0600">
            <w:pPr>
              <w:pStyle w:val="SIText"/>
            </w:pPr>
            <w:r w:rsidRPr="009E0600">
              <w:t>3. Check pork products comply with written specifications</w:t>
            </w:r>
          </w:p>
        </w:tc>
        <w:tc>
          <w:tcPr>
            <w:tcW w:w="3604" w:type="pct"/>
            <w:shd w:val="clear" w:color="auto" w:fill="auto"/>
          </w:tcPr>
          <w:p w14:paraId="77A4FAE9" w14:textId="4D189517" w:rsidR="009E0600" w:rsidRPr="009E0600" w:rsidRDefault="009E0600" w:rsidP="009E0600">
            <w:pPr>
              <w:pStyle w:val="SIText"/>
            </w:pPr>
            <w:r w:rsidRPr="009E0600">
              <w:t xml:space="preserve">3.1 Check pork products comply with written specifications and describe principles of </w:t>
            </w:r>
            <w:r w:rsidR="00245439">
              <w:t>q</w:t>
            </w:r>
            <w:r w:rsidR="00245439" w:rsidRPr="009E0600">
              <w:t xml:space="preserve">uality </w:t>
            </w:r>
            <w:r w:rsidR="00245439">
              <w:t>a</w:t>
            </w:r>
            <w:r w:rsidR="00245439" w:rsidRPr="009E0600">
              <w:t xml:space="preserve">ssurance </w:t>
            </w:r>
            <w:r w:rsidRPr="009E0600">
              <w:t>(QA)</w:t>
            </w:r>
          </w:p>
          <w:p w14:paraId="0F3AACBE" w14:textId="77777777" w:rsidR="009E0600" w:rsidRPr="009E0600" w:rsidRDefault="009E0600" w:rsidP="009E0600">
            <w:pPr>
              <w:pStyle w:val="SIText"/>
            </w:pPr>
            <w:r w:rsidRPr="009E0600">
              <w:t>3.2 Describe sections of the workplace QA system related to ensuring pork products comply with AUS-MEAT product description</w:t>
            </w:r>
          </w:p>
          <w:p w14:paraId="59019E4F" w14:textId="77777777" w:rsidR="009E0600" w:rsidRPr="009E0600" w:rsidRDefault="009E0600" w:rsidP="009E0600">
            <w:pPr>
              <w:pStyle w:val="SIText"/>
            </w:pPr>
            <w:r w:rsidRPr="009E0600">
              <w:t>3.3 Define and describe non-conforming product in relation to workplace requirements</w:t>
            </w:r>
          </w:p>
          <w:p w14:paraId="52188309" w14:textId="4BF3795B" w:rsidR="009E0600" w:rsidRPr="009E0600" w:rsidRDefault="009E0600" w:rsidP="009E0600">
            <w:pPr>
              <w:pStyle w:val="SIText"/>
            </w:pPr>
            <w:r w:rsidRPr="009E0600">
              <w:t xml:space="preserve">3.4 Identify and monitor </w:t>
            </w:r>
            <w:r w:rsidR="00245439">
              <w:t>c</w:t>
            </w:r>
            <w:r w:rsidR="00245439" w:rsidRPr="009E0600">
              <w:t xml:space="preserve">ritical </w:t>
            </w:r>
            <w:r w:rsidR="00245439">
              <w:t>c</w:t>
            </w:r>
            <w:r w:rsidR="00245439" w:rsidRPr="009E0600">
              <w:t xml:space="preserve">ontrol </w:t>
            </w:r>
            <w:r w:rsidR="00245439">
              <w:t>p</w:t>
            </w:r>
            <w:r w:rsidR="00245439" w:rsidRPr="009E0600">
              <w:t xml:space="preserve">oints </w:t>
            </w:r>
            <w:r w:rsidRPr="009E0600">
              <w:t>(CCPs) in accordance with workplace requirements</w:t>
            </w:r>
          </w:p>
        </w:tc>
      </w:tr>
      <w:tr w:rsidR="009E0600" w:rsidRPr="00963A46" w14:paraId="5D1542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1CC9D4" w14:textId="13A0183F" w:rsidR="009E0600" w:rsidRPr="009E0600" w:rsidRDefault="009E0600" w:rsidP="009E0600">
            <w:pPr>
              <w:pStyle w:val="SIText"/>
            </w:pPr>
            <w:r w:rsidRPr="009E0600">
              <w:lastRenderedPageBreak/>
              <w:t>4. Assess product compliance</w:t>
            </w:r>
          </w:p>
        </w:tc>
        <w:tc>
          <w:tcPr>
            <w:tcW w:w="3604" w:type="pct"/>
            <w:shd w:val="clear" w:color="auto" w:fill="auto"/>
          </w:tcPr>
          <w:p w14:paraId="7FCEEA85" w14:textId="77777777" w:rsidR="009E0600" w:rsidRPr="009E0600" w:rsidRDefault="009E0600" w:rsidP="009E0600">
            <w:pPr>
              <w:pStyle w:val="SIText"/>
            </w:pPr>
            <w:r w:rsidRPr="009E0600">
              <w:t>4.1 Assess product compliance with written specifications in accordance with workplace requirements and AUS-MEAT product descriptions</w:t>
            </w:r>
          </w:p>
          <w:p w14:paraId="4007F504" w14:textId="77777777" w:rsidR="009E0600" w:rsidRPr="009E0600" w:rsidRDefault="009E0600" w:rsidP="009E0600">
            <w:pPr>
              <w:pStyle w:val="SIText"/>
            </w:pPr>
            <w:r w:rsidRPr="009E0600">
              <w:t>4.2 Identify and explain product description given in written specifications</w:t>
            </w:r>
          </w:p>
          <w:p w14:paraId="59779ED5" w14:textId="0C4F684F" w:rsidR="009E0600" w:rsidRPr="009E0600" w:rsidRDefault="009E0600" w:rsidP="009E0600">
            <w:pPr>
              <w:pStyle w:val="SIText"/>
            </w:pPr>
            <w:r w:rsidRPr="009E0600">
              <w:t>4.3 Take corrective action in the event of non-conformance with pork product specifications</w:t>
            </w:r>
          </w:p>
        </w:tc>
      </w:tr>
      <w:tr w:rsidR="009E0600" w:rsidRPr="00963A46" w14:paraId="0BFCC5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B5D3C6" w14:textId="5D61479C" w:rsidR="009E0600" w:rsidRPr="009E0600" w:rsidRDefault="009E0600" w:rsidP="009E0600">
            <w:pPr>
              <w:pStyle w:val="SIText"/>
            </w:pPr>
            <w:r w:rsidRPr="009E0600">
              <w:t>5. Measure and check product compliance against written specifications</w:t>
            </w:r>
          </w:p>
        </w:tc>
        <w:tc>
          <w:tcPr>
            <w:tcW w:w="3604" w:type="pct"/>
            <w:shd w:val="clear" w:color="auto" w:fill="auto"/>
          </w:tcPr>
          <w:p w14:paraId="78050C40" w14:textId="77777777" w:rsidR="009E0600" w:rsidRPr="009E0600" w:rsidRDefault="009E0600" w:rsidP="009E0600">
            <w:pPr>
              <w:pStyle w:val="SIText"/>
            </w:pPr>
            <w:r w:rsidRPr="009E0600">
              <w:t>5.1 Check cutting lines and muscle content in accordance with written specifications</w:t>
            </w:r>
          </w:p>
          <w:p w14:paraId="1489F806" w14:textId="74B3F89F" w:rsidR="009E0600" w:rsidRPr="009E0600" w:rsidRDefault="009E0600" w:rsidP="009E0600">
            <w:pPr>
              <w:pStyle w:val="SIText"/>
            </w:pPr>
            <w:r w:rsidRPr="009E0600">
              <w:t>5.2 Identify non-conforming product that can be altered to comply with specifications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94143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45439" w:rsidRPr="00336FCA" w:rsidDel="00423CB2" w14:paraId="24FF175C" w14:textId="77777777" w:rsidTr="00CA2922">
        <w:trPr>
          <w:tblHeader/>
        </w:trPr>
        <w:tc>
          <w:tcPr>
            <w:tcW w:w="1396" w:type="pct"/>
          </w:tcPr>
          <w:p w14:paraId="7F50ACDC" w14:textId="5F3B40C1" w:rsidR="00245439" w:rsidRPr="00245439" w:rsidRDefault="00245439" w:rsidP="0094143A">
            <w:pPr>
              <w:pStyle w:val="SIText"/>
              <w:rPr>
                <w:rFonts w:eastAsiaTheme="majorEastAsia"/>
              </w:rPr>
            </w:pPr>
            <w:r w:rsidRPr="00245439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F301C21" w14:textId="77777777" w:rsidR="00245439" w:rsidRPr="00245439" w:rsidRDefault="00245439" w:rsidP="00245439">
            <w:pPr>
              <w:pStyle w:val="SIBulletList1"/>
              <w:rPr>
                <w:rFonts w:eastAsiaTheme="majorEastAsia"/>
              </w:rPr>
            </w:pPr>
            <w:r w:rsidRPr="00245439">
              <w:rPr>
                <w:rFonts w:eastAsiaTheme="majorEastAsia"/>
              </w:rPr>
              <w:t>Access and interpret detail on standard product descriptions for meat</w:t>
            </w:r>
          </w:p>
          <w:p w14:paraId="55046763" w14:textId="73B40D07" w:rsidR="00245439" w:rsidRPr="00245439" w:rsidRDefault="00245439" w:rsidP="0094143A">
            <w:pPr>
              <w:pStyle w:val="SIBulletList1"/>
              <w:rPr>
                <w:rFonts w:eastAsiaTheme="majorEastAsia"/>
              </w:rPr>
            </w:pPr>
            <w:r w:rsidRPr="00245439">
              <w:rPr>
                <w:rFonts w:eastAsiaTheme="majorEastAsia"/>
              </w:rPr>
              <w:t>Identify AUS-MEAT language specification on product labels</w:t>
            </w:r>
          </w:p>
        </w:tc>
      </w:tr>
      <w:tr w:rsidR="00245439" w:rsidRPr="00336FCA" w:rsidDel="00423CB2" w14:paraId="53EFE9D2" w14:textId="77777777" w:rsidTr="00CA2922">
        <w:trPr>
          <w:tblHeader/>
        </w:trPr>
        <w:tc>
          <w:tcPr>
            <w:tcW w:w="1396" w:type="pct"/>
          </w:tcPr>
          <w:p w14:paraId="70640D77" w14:textId="5D64CD3D" w:rsidR="00245439" w:rsidRPr="00245439" w:rsidRDefault="00245439" w:rsidP="0094143A">
            <w:pPr>
              <w:pStyle w:val="SIText"/>
              <w:rPr>
                <w:rFonts w:eastAsiaTheme="majorEastAsia"/>
              </w:rPr>
            </w:pPr>
            <w:r w:rsidRPr="00245439">
              <w:rPr>
                <w:rFonts w:eastAsiaTheme="majorEastAsia"/>
              </w:rPr>
              <w:t xml:space="preserve">Writing </w:t>
            </w:r>
          </w:p>
        </w:tc>
        <w:tc>
          <w:tcPr>
            <w:tcW w:w="3604" w:type="pct"/>
          </w:tcPr>
          <w:p w14:paraId="496572BF" w14:textId="7F227533" w:rsidR="00245439" w:rsidRPr="00245439" w:rsidRDefault="00245439" w:rsidP="0094143A">
            <w:pPr>
              <w:pStyle w:val="SIBulletList1"/>
              <w:rPr>
                <w:rFonts w:eastAsiaTheme="majorEastAsia"/>
              </w:rPr>
            </w:pPr>
            <w:r w:rsidRPr="00245439">
              <w:rPr>
                <w:rFonts w:eastAsiaTheme="majorEastAsia"/>
              </w:rPr>
              <w:t>Spell standardised cut descriptions correctly</w:t>
            </w:r>
          </w:p>
        </w:tc>
      </w:tr>
      <w:tr w:rsidR="00245439" w:rsidRPr="00336FCA" w:rsidDel="00423CB2" w14:paraId="0ED405A7" w14:textId="77777777" w:rsidTr="00CA2922">
        <w:trPr>
          <w:tblHeader/>
        </w:trPr>
        <w:tc>
          <w:tcPr>
            <w:tcW w:w="1396" w:type="pct"/>
          </w:tcPr>
          <w:p w14:paraId="2586B392" w14:textId="67F70FC6" w:rsidR="00245439" w:rsidRPr="00245439" w:rsidRDefault="00245439" w:rsidP="0094143A">
            <w:pPr>
              <w:pStyle w:val="SIText"/>
              <w:rPr>
                <w:rFonts w:eastAsiaTheme="majorEastAsia"/>
              </w:rPr>
            </w:pPr>
            <w:r w:rsidRPr="00245439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BA39D3D" w14:textId="3407D2F3" w:rsidR="00245439" w:rsidRPr="00245439" w:rsidRDefault="00245439" w:rsidP="0094143A">
            <w:pPr>
              <w:pStyle w:val="SIBulletList1"/>
              <w:rPr>
                <w:rFonts w:eastAsiaTheme="majorEastAsia"/>
              </w:rPr>
            </w:pPr>
            <w:r w:rsidRPr="00245439">
              <w:rPr>
                <w:rFonts w:eastAsiaTheme="majorEastAsia"/>
              </w:rPr>
              <w:t xml:space="preserve">Use industry terminology to describe </w:t>
            </w:r>
            <w:r>
              <w:rPr>
                <w:rFonts w:eastAsiaTheme="majorEastAsia"/>
              </w:rPr>
              <w:t>pork</w:t>
            </w:r>
            <w:r w:rsidRPr="00245439">
              <w:rPr>
                <w:rFonts w:eastAsiaTheme="majorEastAsia"/>
              </w:rPr>
              <w:t xml:space="preserve"> products, including primal cut names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4E7475D2" w:rsidR="00041E59" w:rsidRPr="005404CB" w:rsidRDefault="00245439" w:rsidP="005404CB">
            <w:pPr>
              <w:pStyle w:val="SIText"/>
            </w:pPr>
            <w:r w:rsidRPr="008E17DB">
              <w:t>AMP</w:t>
            </w:r>
            <w:r>
              <w:t>QUA4X</w:t>
            </w:r>
            <w:r w:rsidR="00D673CE">
              <w:t>22</w:t>
            </w:r>
            <w:r w:rsidRPr="008E17DB">
              <w:t xml:space="preserve"> </w:t>
            </w:r>
            <w:r w:rsidR="008E17DB" w:rsidRPr="008E17DB">
              <w:t>Specify pork product using AUS-MEAT language</w:t>
            </w:r>
          </w:p>
        </w:tc>
        <w:tc>
          <w:tcPr>
            <w:tcW w:w="1105" w:type="pct"/>
          </w:tcPr>
          <w:p w14:paraId="6623A6C9" w14:textId="64D8E51C" w:rsidR="00041E59" w:rsidRPr="005404CB" w:rsidRDefault="00245439" w:rsidP="005404CB">
            <w:pPr>
              <w:pStyle w:val="SIText"/>
            </w:pPr>
            <w:r w:rsidRPr="00245439">
              <w:t>AMPX417 Specify pork product using AUS-MEAT language</w:t>
            </w:r>
          </w:p>
        </w:tc>
        <w:tc>
          <w:tcPr>
            <w:tcW w:w="1251" w:type="pct"/>
          </w:tcPr>
          <w:p w14:paraId="36AC5C37" w14:textId="6FDA4B9F" w:rsidR="00245439" w:rsidRPr="00245439" w:rsidRDefault="00245439" w:rsidP="00245439">
            <w:pPr>
              <w:pStyle w:val="SIText"/>
            </w:pPr>
            <w:r w:rsidRPr="00245439">
              <w:t>Unit code updated</w:t>
            </w:r>
          </w:p>
          <w:p w14:paraId="0D5A8DCA" w14:textId="5B1953FB" w:rsidR="00245439" w:rsidRPr="00245439" w:rsidRDefault="00245439" w:rsidP="00245439">
            <w:pPr>
              <w:pStyle w:val="SIText"/>
            </w:pPr>
            <w:r w:rsidRPr="00245439">
              <w:t xml:space="preserve">Performance </w:t>
            </w:r>
            <w:r w:rsidR="0094143A">
              <w:t>C</w:t>
            </w:r>
            <w:r w:rsidRPr="00245439">
              <w:t>riteria clarified</w:t>
            </w:r>
          </w:p>
          <w:p w14:paraId="65FE2FC2" w14:textId="24B6C9FE" w:rsidR="00245439" w:rsidRPr="00245439" w:rsidRDefault="00245439" w:rsidP="00245439">
            <w:pPr>
              <w:pStyle w:val="SIText"/>
            </w:pPr>
            <w:r w:rsidRPr="00245439">
              <w:t xml:space="preserve">Foundation </w:t>
            </w:r>
            <w:r w:rsidR="0094143A">
              <w:t>S</w:t>
            </w:r>
            <w:r w:rsidRPr="00245439">
              <w:t>kills added</w:t>
            </w:r>
          </w:p>
          <w:p w14:paraId="38EF1B27" w14:textId="47B682E6" w:rsidR="00041E59" w:rsidRPr="005404CB" w:rsidRDefault="00245439" w:rsidP="00245439">
            <w:pPr>
              <w:pStyle w:val="SIText"/>
            </w:pPr>
            <w:r w:rsidRPr="00245439">
              <w:t xml:space="preserve">Performance Evidence, Knowledge </w:t>
            </w:r>
            <w:r w:rsidR="0094143A">
              <w:t>E</w:t>
            </w:r>
            <w:r w:rsidRPr="00245439">
              <w:t>vidence and Assessment Conditions revised</w:t>
            </w:r>
          </w:p>
        </w:tc>
        <w:tc>
          <w:tcPr>
            <w:tcW w:w="1616" w:type="pct"/>
          </w:tcPr>
          <w:p w14:paraId="44BBFF38" w14:textId="7BF45D21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15C36B69" w:rsidR="00F1480E" w:rsidRPr="006A55B7" w:rsidRDefault="0094143A" w:rsidP="006A55B7">
            <w:pPr>
              <w:pStyle w:val="SIText"/>
            </w:pPr>
            <w:hyperlink r:id="rId11" w:history="1">
              <w:r w:rsidR="006A55B7" w:rsidRPr="006A55B7">
                <w:t>https://vetnet.gov.au/Pages/TrainingDocs.aspx?q=5e2e56b7-698f-4822-84bb-25adbb8443a7</w:t>
              </w:r>
            </w:hyperlink>
            <w:r w:rsidR="00E40225" w:rsidRPr="006A55B7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09F4C64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45439" w:rsidRPr="008E17DB">
              <w:t>AMP</w:t>
            </w:r>
            <w:r w:rsidR="00245439">
              <w:t>QUA4X</w:t>
            </w:r>
            <w:r w:rsidR="00D673CE">
              <w:t>22</w:t>
            </w:r>
            <w:r w:rsidR="00245439" w:rsidRPr="008E17DB">
              <w:t xml:space="preserve"> </w:t>
            </w:r>
            <w:r w:rsidR="008E17DB" w:rsidRPr="008E17DB">
              <w:t>Specify pork product using AUS-MEAT language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6C25C6EB" w14:textId="77777777" w:rsidR="00245439" w:rsidRPr="00245439" w:rsidRDefault="00245439" w:rsidP="00245439">
            <w:pPr>
              <w:pStyle w:val="SIText"/>
            </w:pPr>
            <w:r w:rsidRPr="00245439">
              <w:t>An individual demonstrating competency must satisfy all of the elements and performance criteria in this unit.</w:t>
            </w:r>
          </w:p>
          <w:p w14:paraId="004D0F8C" w14:textId="77777777" w:rsidR="00245439" w:rsidRPr="00245439" w:rsidRDefault="00245439" w:rsidP="00245439">
            <w:pPr>
              <w:pStyle w:val="SIText"/>
            </w:pPr>
          </w:p>
          <w:p w14:paraId="275A302C" w14:textId="4507D45A" w:rsidR="00245439" w:rsidRPr="00245439" w:rsidRDefault="00245439" w:rsidP="00245439">
            <w:pPr>
              <w:pStyle w:val="SIText"/>
            </w:pPr>
            <w:r w:rsidRPr="00245439">
              <w:t xml:space="preserve">There must be evidence that the individual has specified </w:t>
            </w:r>
            <w:r>
              <w:t>pork</w:t>
            </w:r>
            <w:r w:rsidRPr="00245439">
              <w:t xml:space="preserve"> products using AUS-MEAT language, products on at least one occasion, including:</w:t>
            </w:r>
          </w:p>
          <w:p w14:paraId="49F6D84F" w14:textId="35F10168" w:rsidR="00245439" w:rsidRPr="00245439" w:rsidRDefault="00245439" w:rsidP="00245439">
            <w:pPr>
              <w:pStyle w:val="SIBulletList1"/>
            </w:pPr>
            <w:r w:rsidRPr="00245439">
              <w:t xml:space="preserve">identified anatomical features of the </w:t>
            </w:r>
            <w:r>
              <w:t>pig</w:t>
            </w:r>
            <w:r w:rsidRPr="00245439">
              <w:t xml:space="preserve"> carcase</w:t>
            </w:r>
          </w:p>
          <w:p w14:paraId="1DD52C23" w14:textId="0CE2F093" w:rsidR="00245439" w:rsidRPr="00245439" w:rsidRDefault="00245439" w:rsidP="00245439">
            <w:pPr>
              <w:pStyle w:val="SIBulletList1"/>
            </w:pPr>
            <w:r w:rsidRPr="00245439">
              <w:t xml:space="preserve">assessed at least ten </w:t>
            </w:r>
            <w:r>
              <w:t>pig</w:t>
            </w:r>
            <w:r w:rsidRPr="00245439">
              <w:t xml:space="preserve"> products against AUS-MEAT specifications</w:t>
            </w:r>
          </w:p>
          <w:p w14:paraId="160B019A" w14:textId="77777777" w:rsidR="00245439" w:rsidRPr="00245439" w:rsidRDefault="00245439" w:rsidP="00245439">
            <w:pPr>
              <w:pStyle w:val="SIBulletList1"/>
            </w:pPr>
            <w:r w:rsidRPr="00245439">
              <w:t>undertaken measurements and checked against specification requirements</w:t>
            </w:r>
          </w:p>
          <w:p w14:paraId="49081BB4" w14:textId="72956758" w:rsidR="00556C4C" w:rsidRPr="005404CB" w:rsidRDefault="00245439" w:rsidP="00CB775B">
            <w:pPr>
              <w:pStyle w:val="SIBulletList1"/>
            </w:pPr>
            <w:r w:rsidRPr="00245439">
              <w:t>identified non-conforming products.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5046E84" w14:textId="77777777" w:rsidR="0094143A" w:rsidRPr="0094143A" w:rsidRDefault="0094143A" w:rsidP="0094143A">
            <w:r w:rsidRPr="0094143A">
              <w:t>An individual must be able to demonstrate the knowledge required to perform the tasks outlined in the</w:t>
            </w:r>
          </w:p>
          <w:p w14:paraId="36108E6D" w14:textId="77777777" w:rsidR="0094143A" w:rsidRPr="0094143A" w:rsidRDefault="0094143A" w:rsidP="0094143A">
            <w:r w:rsidRPr="0094143A">
              <w:t>elements and performance criteria of this unit. This includes knowledge of:</w:t>
            </w:r>
          </w:p>
          <w:p w14:paraId="66085D74" w14:textId="77777777" w:rsidR="00CB775B" w:rsidRPr="00CB775B" w:rsidRDefault="00CB775B" w:rsidP="00CB775B">
            <w:pPr>
              <w:pStyle w:val="SIBulletList1"/>
            </w:pPr>
            <w:r w:rsidRPr="00CB775B">
              <w:t>anatomical features of a pig carcase</w:t>
            </w:r>
          </w:p>
          <w:p w14:paraId="69F60DE5" w14:textId="77777777" w:rsidR="00CB775B" w:rsidRPr="00CB775B" w:rsidRDefault="00CB775B" w:rsidP="00CB775B">
            <w:pPr>
              <w:pStyle w:val="SIBulletList1"/>
            </w:pPr>
            <w:r w:rsidRPr="00CB775B">
              <w:t>pork primal cut names</w:t>
            </w:r>
          </w:p>
          <w:p w14:paraId="1F7FF378" w14:textId="77777777" w:rsidR="00CB775B" w:rsidRPr="00CB775B" w:rsidRDefault="00CB775B" w:rsidP="00CB775B">
            <w:pPr>
              <w:pStyle w:val="SIBulletList1"/>
            </w:pPr>
            <w:r w:rsidRPr="00CB775B">
              <w:t>correct cutting lines for each product and the correct anatomical terms for describing them</w:t>
            </w:r>
          </w:p>
          <w:p w14:paraId="0AABFDF1" w14:textId="77777777" w:rsidR="00CB775B" w:rsidRPr="00CB775B" w:rsidRDefault="00CB775B" w:rsidP="00CB775B">
            <w:pPr>
              <w:pStyle w:val="SIBulletList1"/>
            </w:pPr>
            <w:r w:rsidRPr="00CB775B">
              <w:t>sections of the workplace QA system related to ensuring pork product compliance to AUS-MEAT product description requirements</w:t>
            </w:r>
          </w:p>
          <w:p w14:paraId="0339B4A3" w14:textId="77777777" w:rsidR="00CB775B" w:rsidRPr="00CB775B" w:rsidRDefault="00CB775B" w:rsidP="00CB775B">
            <w:pPr>
              <w:pStyle w:val="SIBulletList1"/>
            </w:pPr>
            <w:r w:rsidRPr="00CB775B">
              <w:t>corrective action procedures for non-conforming products</w:t>
            </w:r>
          </w:p>
          <w:p w14:paraId="57D37986" w14:textId="77777777" w:rsidR="00CB775B" w:rsidRPr="00CB775B" w:rsidRDefault="00CB775B" w:rsidP="00CB775B">
            <w:pPr>
              <w:pStyle w:val="SIBulletList1"/>
            </w:pPr>
            <w:r w:rsidRPr="00CB775B">
              <w:t>product specification points</w:t>
            </w:r>
          </w:p>
          <w:p w14:paraId="66608BB7" w14:textId="39D1C15B" w:rsidR="00F1480E" w:rsidRPr="005404CB" w:rsidRDefault="00CB775B" w:rsidP="00CB775B">
            <w:pPr>
              <w:pStyle w:val="SIBulletList1"/>
            </w:pPr>
            <w:r w:rsidRPr="00CB775B">
              <w:t>AUS-MEAT language specifications</w:t>
            </w:r>
            <w:r w:rsidR="0094143A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7B844D56" w14:textId="77777777" w:rsidR="00245439" w:rsidRPr="00245439" w:rsidRDefault="00245439" w:rsidP="00245439">
            <w:pPr>
              <w:pStyle w:val="SIText"/>
            </w:pPr>
            <w:r w:rsidRPr="00245439">
              <w:t>Assessment of the skills in this unit of competency must take place under the following conditions:</w:t>
            </w:r>
          </w:p>
          <w:p w14:paraId="1D97C764" w14:textId="77777777" w:rsidR="00245439" w:rsidRPr="00245439" w:rsidRDefault="00245439" w:rsidP="00245439">
            <w:pPr>
              <w:pStyle w:val="SIBulletList1"/>
            </w:pPr>
            <w:r w:rsidRPr="00245439">
              <w:t>physical conditions:</w:t>
            </w:r>
          </w:p>
          <w:p w14:paraId="62C91793" w14:textId="77777777" w:rsidR="00245439" w:rsidRPr="00245439" w:rsidRDefault="00245439" w:rsidP="00245439">
            <w:pPr>
              <w:pStyle w:val="SIBulletList2"/>
            </w:pPr>
            <w:r w:rsidRPr="00245439">
              <w:t>skills must be demonstrated in a meat processing workplace or an environment that accurately represents workplace conditions</w:t>
            </w:r>
          </w:p>
          <w:p w14:paraId="579A50D8" w14:textId="77777777" w:rsidR="00245439" w:rsidRPr="00245439" w:rsidRDefault="00245439" w:rsidP="00245439">
            <w:pPr>
              <w:pStyle w:val="SIBulletList1"/>
            </w:pPr>
            <w:r w:rsidRPr="00245439">
              <w:t>resources, equipment and materials:</w:t>
            </w:r>
          </w:p>
          <w:p w14:paraId="561C64A1" w14:textId="74402B8E" w:rsidR="00245439" w:rsidRPr="00245439" w:rsidRDefault="00245439" w:rsidP="00245439">
            <w:pPr>
              <w:pStyle w:val="SIBulletList2"/>
            </w:pPr>
            <w:r>
              <w:t>pig</w:t>
            </w:r>
            <w:r w:rsidRPr="00245439">
              <w:t xml:space="preserve"> carcase</w:t>
            </w:r>
          </w:p>
          <w:p w14:paraId="1A4D5F7D" w14:textId="271BBE13" w:rsidR="00245439" w:rsidRPr="00245439" w:rsidRDefault="00245439" w:rsidP="00245439">
            <w:pPr>
              <w:pStyle w:val="SIBulletList2"/>
            </w:pPr>
            <w:r>
              <w:t>pig</w:t>
            </w:r>
            <w:r w:rsidRPr="00245439">
              <w:t xml:space="preserve"> meat products</w:t>
            </w:r>
          </w:p>
          <w:p w14:paraId="25550093" w14:textId="77777777" w:rsidR="00245439" w:rsidRPr="00245439" w:rsidRDefault="00245439" w:rsidP="00245439">
            <w:pPr>
              <w:pStyle w:val="SIBulletList1"/>
            </w:pPr>
            <w:r w:rsidRPr="00245439">
              <w:t>specifications:</w:t>
            </w:r>
          </w:p>
          <w:p w14:paraId="4903C9CA" w14:textId="685A6E71" w:rsidR="00245439" w:rsidRPr="00245439" w:rsidRDefault="00245439" w:rsidP="00245439">
            <w:pPr>
              <w:pStyle w:val="SIBulletList2"/>
            </w:pPr>
            <w:r w:rsidRPr="00245439">
              <w:t xml:space="preserve">AUS-MEAT </w:t>
            </w:r>
            <w:r>
              <w:t>pig</w:t>
            </w:r>
            <w:r w:rsidRPr="00245439">
              <w:t xml:space="preserve"> meat product descriptions</w:t>
            </w:r>
          </w:p>
          <w:p w14:paraId="316121AD" w14:textId="6D239F93" w:rsidR="00245439" w:rsidRPr="00245439" w:rsidRDefault="00245439" w:rsidP="00245439">
            <w:pPr>
              <w:pStyle w:val="SIBulletList2"/>
            </w:pPr>
            <w:r>
              <w:t>pork</w:t>
            </w:r>
            <w:r w:rsidRPr="00245439">
              <w:t xml:space="preserve"> AUS-MEAT assessment</w:t>
            </w:r>
          </w:p>
          <w:p w14:paraId="7655B4C6" w14:textId="77777777" w:rsidR="00245439" w:rsidRPr="00245439" w:rsidRDefault="00245439" w:rsidP="00245439">
            <w:pPr>
              <w:pStyle w:val="SIBulletList2"/>
            </w:pPr>
            <w:r w:rsidRPr="00245439">
              <w:t>workplace procedures, including advice on safe work practices, meat safety and quality.</w:t>
            </w:r>
          </w:p>
          <w:p w14:paraId="51050258" w14:textId="77777777" w:rsidR="00245439" w:rsidRPr="00245439" w:rsidRDefault="00245439" w:rsidP="00245439">
            <w:pPr>
              <w:pStyle w:val="SIText"/>
            </w:pPr>
          </w:p>
          <w:p w14:paraId="72FC2BF3" w14:textId="11E4ECEF" w:rsidR="00F1480E" w:rsidRPr="00BF6B06" w:rsidRDefault="00245439" w:rsidP="00BF6B06">
            <w:pPr>
              <w:pStyle w:val="SIText"/>
            </w:pPr>
            <w:r w:rsidRPr="0024543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7CA95080" w:rsidR="00F1480E" w:rsidRPr="00650AD6" w:rsidRDefault="0094143A" w:rsidP="00650AD6">
            <w:pPr>
              <w:pStyle w:val="SIText"/>
            </w:pPr>
            <w:hyperlink r:id="rId12" w:history="1">
              <w:r w:rsidR="00650AD6" w:rsidRPr="00650AD6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67B6E" w14:textId="77777777" w:rsidR="00DE7B72" w:rsidRDefault="00DE7B72" w:rsidP="00BF3F0A">
      <w:r>
        <w:separator/>
      </w:r>
    </w:p>
    <w:p w14:paraId="6A99CC01" w14:textId="77777777" w:rsidR="00DE7B72" w:rsidRDefault="00DE7B72"/>
  </w:endnote>
  <w:endnote w:type="continuationSeparator" w:id="0">
    <w:p w14:paraId="4FC321B5" w14:textId="77777777" w:rsidR="00DE7B72" w:rsidRDefault="00DE7B72" w:rsidP="00BF3F0A">
      <w:r>
        <w:continuationSeparator/>
      </w:r>
    </w:p>
    <w:p w14:paraId="0BF101E9" w14:textId="77777777" w:rsidR="00DE7B72" w:rsidRDefault="00DE7B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11FCC" w14:textId="77777777" w:rsidR="00D673CE" w:rsidRDefault="00D673C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4F3D2" w14:textId="77777777" w:rsidR="00D673CE" w:rsidRDefault="00D673C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7BC76" w14:textId="77777777" w:rsidR="00DE7B72" w:rsidRDefault="00DE7B72" w:rsidP="00BF3F0A">
      <w:r>
        <w:separator/>
      </w:r>
    </w:p>
    <w:p w14:paraId="66C5CC03" w14:textId="77777777" w:rsidR="00DE7B72" w:rsidRDefault="00DE7B72"/>
  </w:footnote>
  <w:footnote w:type="continuationSeparator" w:id="0">
    <w:p w14:paraId="595534AB" w14:textId="77777777" w:rsidR="00DE7B72" w:rsidRDefault="00DE7B72" w:rsidP="00BF3F0A">
      <w:r>
        <w:continuationSeparator/>
      </w:r>
    </w:p>
    <w:p w14:paraId="34D2739E" w14:textId="77777777" w:rsidR="00DE7B72" w:rsidRDefault="00DE7B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7A2AB" w14:textId="77777777" w:rsidR="00D673CE" w:rsidRDefault="00D673C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5E6BD505" w:rsidR="009C2650" w:rsidRPr="008E17DB" w:rsidRDefault="0094143A" w:rsidP="008E17DB">
    <w:sdt>
      <w:sdtPr>
        <w:rPr>
          <w:lang w:eastAsia="en-US"/>
        </w:rPr>
        <w:id w:val="-4073058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1FA9F2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45439" w:rsidRPr="008E17DB">
      <w:rPr>
        <w:lang w:eastAsia="en-US"/>
      </w:rPr>
      <w:t>AMP</w:t>
    </w:r>
    <w:r w:rsidR="00245439">
      <w:t>QUA4X</w:t>
    </w:r>
    <w:r w:rsidR="00D673CE">
      <w:t>22</w:t>
    </w:r>
    <w:r w:rsidR="00245439">
      <w:t xml:space="preserve"> </w:t>
    </w:r>
    <w:r w:rsidR="008E17DB" w:rsidRPr="008E17DB">
      <w:rPr>
        <w:lang w:eastAsia="en-US"/>
      </w:rPr>
      <w:t>Specify pork product using AUS-MEAT language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B0E74" w14:textId="77777777" w:rsidR="00D673CE" w:rsidRDefault="00D673C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90C99"/>
    <w:multiLevelType w:val="multilevel"/>
    <w:tmpl w:val="FD0419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E56D62"/>
    <w:multiLevelType w:val="multilevel"/>
    <w:tmpl w:val="09F66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D7504D3"/>
    <w:multiLevelType w:val="multilevel"/>
    <w:tmpl w:val="85DCB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F055B4"/>
    <w:multiLevelType w:val="multilevel"/>
    <w:tmpl w:val="36E2C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33F6300"/>
    <w:multiLevelType w:val="multilevel"/>
    <w:tmpl w:val="84701C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8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4"/>
  </w:num>
  <w:num w:numId="13">
    <w:abstractNumId w:val="19"/>
  </w:num>
  <w:num w:numId="14">
    <w:abstractNumId w:val="4"/>
  </w:num>
  <w:num w:numId="15">
    <w:abstractNumId w:val="6"/>
  </w:num>
  <w:num w:numId="16">
    <w:abstractNumId w:val="20"/>
  </w:num>
  <w:num w:numId="17">
    <w:abstractNumId w:val="11"/>
  </w:num>
  <w:num w:numId="18">
    <w:abstractNumId w:val="15"/>
  </w:num>
  <w:num w:numId="19">
    <w:abstractNumId w:val="5"/>
  </w:num>
  <w:num w:numId="20">
    <w:abstractNumId w:val="13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724"/>
    <w:rsid w:val="000F29F2"/>
    <w:rsid w:val="00101659"/>
    <w:rsid w:val="00105AEA"/>
    <w:rsid w:val="001078BF"/>
    <w:rsid w:val="00107BA7"/>
    <w:rsid w:val="00115D94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5439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120B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AD6"/>
    <w:rsid w:val="00652E62"/>
    <w:rsid w:val="00686A49"/>
    <w:rsid w:val="00687B62"/>
    <w:rsid w:val="00690C44"/>
    <w:rsid w:val="00695C89"/>
    <w:rsid w:val="006969D9"/>
    <w:rsid w:val="006A2B68"/>
    <w:rsid w:val="006A55B7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DE5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17D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143A"/>
    <w:rsid w:val="00944C09"/>
    <w:rsid w:val="009527CB"/>
    <w:rsid w:val="009528F9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600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21D"/>
    <w:rsid w:val="00A76C6C"/>
    <w:rsid w:val="00A8115B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1A86"/>
    <w:rsid w:val="00AD3896"/>
    <w:rsid w:val="00AD5B47"/>
    <w:rsid w:val="00AE1ED9"/>
    <w:rsid w:val="00AE32CB"/>
    <w:rsid w:val="00AE727E"/>
    <w:rsid w:val="00AF3957"/>
    <w:rsid w:val="00B0712C"/>
    <w:rsid w:val="00B12013"/>
    <w:rsid w:val="00B22C67"/>
    <w:rsid w:val="00B3508F"/>
    <w:rsid w:val="00B443EE"/>
    <w:rsid w:val="00B557DC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5A18"/>
    <w:rsid w:val="00BD3B0F"/>
    <w:rsid w:val="00BE5889"/>
    <w:rsid w:val="00BF1D4C"/>
    <w:rsid w:val="00BF3F0A"/>
    <w:rsid w:val="00BF6B06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B775B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5FE4"/>
    <w:rsid w:val="00D632BB"/>
    <w:rsid w:val="00D673CE"/>
    <w:rsid w:val="00D71E43"/>
    <w:rsid w:val="00D727F3"/>
    <w:rsid w:val="00D73695"/>
    <w:rsid w:val="00D810DE"/>
    <w:rsid w:val="00D87D32"/>
    <w:rsid w:val="00D91188"/>
    <w:rsid w:val="00D92BF4"/>
    <w:rsid w:val="00D92C83"/>
    <w:rsid w:val="00DA0A81"/>
    <w:rsid w:val="00DA3C10"/>
    <w:rsid w:val="00DA53B5"/>
    <w:rsid w:val="00DC1D69"/>
    <w:rsid w:val="00DC5A3A"/>
    <w:rsid w:val="00DD0726"/>
    <w:rsid w:val="00DE7B72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66BFE"/>
    <w:rsid w:val="00F71651"/>
    <w:rsid w:val="00F76191"/>
    <w:rsid w:val="00F76CC6"/>
    <w:rsid w:val="00F83D7C"/>
    <w:rsid w:val="00FB232E"/>
    <w:rsid w:val="00FD557D"/>
    <w:rsid w:val="00FD7A0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A55B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4543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94143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8F5685-5354-42EC-A7C5-E8EFFE96E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http://schemas.microsoft.com/office/2006/documentManagement/types"/>
    <ds:schemaRef ds:uri="3c625ec5-f4fe-4e46-a051-7a1a1cbc9aa7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</TotalTime>
  <Pages>3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32</cp:revision>
  <cp:lastPrinted>2016-05-27T05:21:00Z</cp:lastPrinted>
  <dcterms:created xsi:type="dcterms:W3CDTF">2021-08-09T02:15:00Z</dcterms:created>
  <dcterms:modified xsi:type="dcterms:W3CDTF">2022-02-15T00:38:00Z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Assigned to0">
    <vt:lpwstr/>
  </property>
  <property fmtid="{D5CDD505-2E9C-101B-9397-08002B2CF9AE}" pid="28" name="Project Phase">
    <vt:lpwstr>Proposed for deletion</vt:lpwstr>
  </property>
  <property fmtid="{D5CDD505-2E9C-101B-9397-08002B2CF9AE}" pid="29" name="Meat Group">
    <vt:lpwstr>3 Quality/Food safety/WHS</vt:lpwstr>
  </property>
</Properties>
</file>